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20F7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20F7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9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813E29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 negocjacjach i mediacjach –</w:t>
            </w:r>
            <w:r w:rsidR="00AD1A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komunikacja werbalna i niewerbalna, aktywne słuchanie, problemy komunikacyjne</w:t>
            </w:r>
            <w:r w:rsidR="00AD1AB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w procesie mediacji i negocjacji – pojęcie konfliktu, podłoże, rodzaje i skutki konfliktów, sposoby rozwiązywania konfliktów.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AD1AB7">
              <w:rPr>
                <w:rFonts w:ascii="Corbel" w:hAnsi="Corbel"/>
                <w:sz w:val="24"/>
                <w:szCs w:val="24"/>
              </w:rPr>
              <w:t>, etapy negocjacji.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AD1AB7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Mediacja – pojęcie i cele mediacji,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rodzaje i </w:t>
            </w:r>
            <w:r>
              <w:rPr>
                <w:rFonts w:ascii="Corbel" w:hAnsi="Corbel"/>
                <w:sz w:val="24"/>
                <w:szCs w:val="24"/>
              </w:rPr>
              <w:t xml:space="preserve">zasady mediacji, procedura mediacyjna, rola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mediatora,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uczestnicy mediacji, przedmiot ustaleń w </w:t>
            </w:r>
            <w:r w:rsidR="00A71936">
              <w:rPr>
                <w:rFonts w:ascii="Corbel" w:hAnsi="Corbel"/>
                <w:sz w:val="24"/>
                <w:szCs w:val="24"/>
              </w:rPr>
              <w:t xml:space="preserve">różnych typach </w:t>
            </w:r>
            <w:r w:rsidR="00493D44">
              <w:rPr>
                <w:rFonts w:ascii="Corbel" w:hAnsi="Corbel"/>
                <w:sz w:val="24"/>
                <w:szCs w:val="24"/>
              </w:rPr>
              <w:t>mediacj</w:t>
            </w:r>
            <w:r w:rsidR="00A71936">
              <w:rPr>
                <w:rFonts w:ascii="Corbel" w:hAnsi="Corbel"/>
                <w:sz w:val="24"/>
                <w:szCs w:val="24"/>
              </w:rPr>
              <w:t>i</w:t>
            </w:r>
            <w:r w:rsidR="00493D44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Negocjacje i mediacje w sprawach rodzinnych 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mediacje rodzinne, mediacje socjalne, negocjacje w </w:t>
            </w:r>
            <w:r w:rsidR="00A71936">
              <w:rPr>
                <w:rFonts w:ascii="Corbel" w:hAnsi="Corbel"/>
                <w:sz w:val="24"/>
                <w:szCs w:val="24"/>
              </w:rPr>
              <w:t>pracy służb społecznych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493D44">
              <w:rPr>
                <w:rFonts w:ascii="Corbel" w:hAnsi="Corbel"/>
                <w:sz w:val="24"/>
                <w:szCs w:val="24"/>
              </w:rPr>
              <w:t>edukacyjnym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93D4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mediacje szkolne, rówieśnicze</w:t>
            </w:r>
            <w:r w:rsidR="00493D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 - mediacje w sprawach</w:t>
            </w:r>
            <w:r w:rsidR="00493D44">
              <w:rPr>
                <w:rFonts w:ascii="Corbel" w:hAnsi="Corbel"/>
                <w:sz w:val="24"/>
                <w:szCs w:val="24"/>
              </w:rPr>
              <w:t xml:space="preserve"> karnych.</w:t>
            </w:r>
          </w:p>
        </w:tc>
      </w:tr>
      <w:tr w:rsidR="002077E6" w:rsidRPr="009C54AE" w:rsidTr="00F81DEA">
        <w:tc>
          <w:tcPr>
            <w:tcW w:w="9520" w:type="dxa"/>
          </w:tcPr>
          <w:p w:rsidR="002077E6" w:rsidRPr="009C54AE" w:rsidRDefault="00493D44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normy etyczne w mediacji.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C49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C49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Gruca-Miąsik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Humanitas,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Gmurzyńska,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Ch.W.,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Pr="009C54AE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6392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Consedine J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Dochodząc do tak. Negocjowanie bez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E. Marynowicz-Hetki, L. Filion, D. Wolskiej-Prylińskiej, Wyd. Uniwersytetu Łódzkiego, Łódź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Czarneckiej-Dzialuk, D. Wójcik, Oficyna Naukowa, Warszawa 1999,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A.Mickiewicza w Poznaniu, Poznań 2014,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Artymiak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Rzecznik Praw Dziecka,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mediacji rówieśniczej i szkolnej w szkołach i innych placówkach oświatowych,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Binsztoka, Marina, Wrocław 2013,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  <w:p w:rsidR="004C53B7" w:rsidRPr="004C53B7" w:rsidRDefault="004C53B7" w:rsidP="00877C2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AF" w:rsidRDefault="00C23EAF" w:rsidP="00C16ABF">
      <w:pPr>
        <w:spacing w:after="0" w:line="240" w:lineRule="auto"/>
      </w:pPr>
      <w:r>
        <w:separator/>
      </w:r>
    </w:p>
  </w:endnote>
  <w:endnote w:type="continuationSeparator" w:id="0">
    <w:p w:rsidR="00C23EAF" w:rsidRDefault="00C23E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AF" w:rsidRDefault="00C23EAF" w:rsidP="00C16ABF">
      <w:pPr>
        <w:spacing w:after="0" w:line="240" w:lineRule="auto"/>
      </w:pPr>
      <w:r>
        <w:separator/>
      </w:r>
    </w:p>
  </w:footnote>
  <w:footnote w:type="continuationSeparator" w:id="0">
    <w:p w:rsidR="00C23EAF" w:rsidRDefault="00C23EA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2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D657B"/>
    <w:rsid w:val="001D7B54"/>
    <w:rsid w:val="001E0209"/>
    <w:rsid w:val="001F2CA2"/>
    <w:rsid w:val="002077E6"/>
    <w:rsid w:val="002144C0"/>
    <w:rsid w:val="0022477D"/>
    <w:rsid w:val="002278A9"/>
    <w:rsid w:val="002336F9"/>
    <w:rsid w:val="002400B4"/>
    <w:rsid w:val="0024028F"/>
    <w:rsid w:val="00244ABC"/>
    <w:rsid w:val="0026200F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26AA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0F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3E29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5D5E"/>
    <w:rsid w:val="009508DF"/>
    <w:rsid w:val="00950DAC"/>
    <w:rsid w:val="00954A07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5946"/>
    <w:rsid w:val="00B8056E"/>
    <w:rsid w:val="00B819C8"/>
    <w:rsid w:val="00B82308"/>
    <w:rsid w:val="00B90885"/>
    <w:rsid w:val="00BA01C8"/>
    <w:rsid w:val="00BB520A"/>
    <w:rsid w:val="00BD3869"/>
    <w:rsid w:val="00BD3F3D"/>
    <w:rsid w:val="00BD66E9"/>
    <w:rsid w:val="00BD6FF4"/>
    <w:rsid w:val="00BF2C41"/>
    <w:rsid w:val="00C058B4"/>
    <w:rsid w:val="00C05F44"/>
    <w:rsid w:val="00C131B5"/>
    <w:rsid w:val="00C16ABF"/>
    <w:rsid w:val="00C170AE"/>
    <w:rsid w:val="00C23EAF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B6F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A6CC4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A7FB-9D7B-49BF-9B21-576F18A1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1166</Words>
  <Characters>6999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2019-12-05T10:51:00Z</cp:lastPrinted>
  <dcterms:created xsi:type="dcterms:W3CDTF">2019-11-12T14:48:00Z</dcterms:created>
  <dcterms:modified xsi:type="dcterms:W3CDTF">2021-10-01T09:06:00Z</dcterms:modified>
</cp:coreProperties>
</file>